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602DCBE4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F4659D">
                                      <w:rPr>
                                        <w:rStyle w:val="Style2"/>
                                        <w:sz w:val="18"/>
                                      </w:rPr>
                                      <w:t>41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602DCBE4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F4659D">
                                <w:rPr>
                                  <w:rStyle w:val="Style2"/>
                                  <w:sz w:val="18"/>
                                </w:rPr>
                                <w:t>41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F4659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F4659D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Conadis</w:t>
                                </w:r>
                                <w:proofErr w:type="spellEnd"/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F4659D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7C30D6"/>
    <w:rsid w:val="00820C9F"/>
    <w:rsid w:val="00825B2B"/>
    <w:rsid w:val="0082707E"/>
    <w:rsid w:val="008315B0"/>
    <w:rsid w:val="008B3AE5"/>
    <w:rsid w:val="008C388B"/>
    <w:rsid w:val="00966EEE"/>
    <w:rsid w:val="00977C54"/>
    <w:rsid w:val="00A16099"/>
    <w:rsid w:val="00A62188"/>
    <w:rsid w:val="00A640BD"/>
    <w:rsid w:val="00A641A7"/>
    <w:rsid w:val="00A72F42"/>
    <w:rsid w:val="00A86BE9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4659D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</cp:lastModifiedBy>
  <cp:revision>5</cp:revision>
  <cp:lastPrinted>2011-03-04T18:48:00Z</cp:lastPrinted>
  <dcterms:created xsi:type="dcterms:W3CDTF">2025-07-29T12:16:00Z</dcterms:created>
  <dcterms:modified xsi:type="dcterms:W3CDTF">2025-08-14T19:29:00Z</dcterms:modified>
</cp:coreProperties>
</file>